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3D672" w14:textId="7EBCDCA4" w:rsidR="00703EE5" w:rsidRDefault="004E05D7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2E6975D1" w14:textId="1DA94531" w:rsidR="004E05D7" w:rsidRPr="004E05D7" w:rsidRDefault="004E05D7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02353" wp14:editId="3614A0EC">
                <wp:simplePos x="0" y="0"/>
                <wp:positionH relativeFrom="column">
                  <wp:posOffset>254000</wp:posOffset>
                </wp:positionH>
                <wp:positionV relativeFrom="paragraph">
                  <wp:posOffset>103505</wp:posOffset>
                </wp:positionV>
                <wp:extent cx="2811780" cy="2644140"/>
                <wp:effectExtent l="0" t="0" r="2667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26441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7D82A6" w14:textId="1462E3C9" w:rsidR="004E05D7" w:rsidRPr="004E05D7" w:rsidRDefault="004E05D7">
                            <w:pPr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lang w:val="de-DE"/>
                              </w:rPr>
                            </w:pPr>
                            <w:r w:rsidRPr="004E05D7"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lang w:val="de-DE"/>
                              </w:rPr>
                              <w:t>Mongolian</w:t>
                            </w:r>
                          </w:p>
                          <w:p w14:paraId="4C3B55D0" w14:textId="722430E7" w:rsidR="004E05D7" w:rsidRPr="004E05D7" w:rsidRDefault="004E05D7">
                            <w:pPr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lang w:val="de-DE" w:bidi="mn-Mong-CN"/>
                              </w:rPr>
                            </w:pPr>
                            <w:r w:rsidRPr="004E05D7"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cs/>
                                <w:lang w:val="de-DE" w:bidi="mn-Mong-CN"/>
                              </w:rPr>
                              <w:t xml:space="preserve">ᠮᠤᠩᠭᠤᠯ ᠤᠯᠤᠰ </w:t>
                            </w:r>
                          </w:p>
                          <w:p w14:paraId="7174FA99" w14:textId="25234CF8" w:rsidR="004E05D7" w:rsidRPr="004E05D7" w:rsidRDefault="004E05D7">
                            <w:pPr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lang w:val="de-DE"/>
                              </w:rPr>
                            </w:pPr>
                            <w:r w:rsidRPr="004E05D7">
                              <w:rPr>
                                <w:rFonts w:ascii="Mongolian Baiti" w:hAnsi="Mongolian Baiti" w:cs="Mongolian Baiti"/>
                                <w:color w:val="1D1B11" w:themeColor="background2" w:themeShade="1A"/>
                                <w:sz w:val="44"/>
                                <w:szCs w:val="44"/>
                                <w:lang w:val="de-DE" w:bidi="mn-Mong-CN"/>
                              </w:rPr>
                              <w:t>Third line</w:t>
                            </w:r>
                          </w:p>
                        </w:txbxContent>
                      </wps:txbx>
                      <wps:bodyPr rot="0" spcFirstLastPara="0" vertOverflow="overflow" horzOverflow="overflow" vert="mongolianVert" wrap="square" lIns="360000" tIns="720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023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0pt;margin-top:8.15pt;width:221.4pt;height:2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" fillcolor="#eeece1 [3214]" strokeweight=".5pt">
                <v:textbox style="layout-flow:vertical;mso-layout-flow-alt:top-to-bottom" inset="10mm,20mm,0,0">
                  <w:txbxContent>
                    <w:p w14:paraId="1D7D82A6" w14:textId="1462E3C9" w:rsidR="004E05D7" w:rsidRPr="004E05D7" w:rsidRDefault="004E05D7">
                      <w:pPr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lang w:val="de-DE"/>
                        </w:rPr>
                      </w:pPr>
                      <w:r w:rsidRPr="004E05D7"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lang w:val="de-DE"/>
                        </w:rPr>
                        <w:t>Mongolian</w:t>
                      </w:r>
                    </w:p>
                    <w:p w14:paraId="4C3B55D0" w14:textId="722430E7" w:rsidR="004E05D7" w:rsidRPr="004E05D7" w:rsidRDefault="004E05D7">
                      <w:pPr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lang w:val="de-DE" w:bidi="mn-Mong-CN"/>
                        </w:rPr>
                      </w:pPr>
                      <w:r w:rsidRPr="004E05D7"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cs/>
                          <w:lang w:val="de-DE" w:bidi="mn-Mong-CN"/>
                        </w:rPr>
                        <w:t xml:space="preserve">ᠮᠤᠩᠭᠤᠯ ᠤᠯᠤᠰ </w:t>
                      </w:r>
                    </w:p>
                    <w:p w14:paraId="7174FA99" w14:textId="25234CF8" w:rsidR="004E05D7" w:rsidRPr="004E05D7" w:rsidRDefault="004E05D7">
                      <w:pPr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lang w:val="de-DE"/>
                        </w:rPr>
                      </w:pPr>
                      <w:r w:rsidRPr="004E05D7">
                        <w:rPr>
                          <w:rFonts w:ascii="Mongolian Baiti" w:hAnsi="Mongolian Baiti" w:cs="Mongolian Baiti"/>
                          <w:color w:val="1D1B11" w:themeColor="background2" w:themeShade="1A"/>
                          <w:sz w:val="44"/>
                          <w:szCs w:val="44"/>
                          <w:lang w:val="de-DE" w:bidi="mn-Mong-CN"/>
                        </w:rPr>
                        <w:t>Third line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05D7" w:rsidRPr="004E05D7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D7"/>
    <w:rsid w:val="000C1ECD"/>
    <w:rsid w:val="00321565"/>
    <w:rsid w:val="00326855"/>
    <w:rsid w:val="004E05D7"/>
    <w:rsid w:val="004E38BB"/>
    <w:rsid w:val="005702D9"/>
    <w:rsid w:val="0062363A"/>
    <w:rsid w:val="007257C4"/>
    <w:rsid w:val="007D4068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256A5"/>
  <w14:discardImageEditingData/>
  <w14:defaultImageDpi w14:val="32767"/>
  <w15:chartTrackingRefBased/>
  <w15:docId w15:val="{BCF99572-7328-4F2C-8E2B-848824DE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2022-09-14T17:41:00Z</dcterms:created>
  <dcterms:modified xsi:type="dcterms:W3CDTF">2022-09-14T17:50:00Z</dcterms:modified>
</cp:coreProperties>
</file>